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29297" w14:textId="77777777" w:rsidR="00025386" w:rsidRPr="00EC10EE" w:rsidRDefault="00657A47" w:rsidP="00A137C9">
      <w:pPr>
        <w:pStyle w:val="Nagwek4"/>
        <w:spacing w:after="60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3A2520" w:rsidRPr="003A2520">
        <w:rPr>
          <w:rFonts w:ascii="Arial" w:hAnsi="Arial" w:cs="Arial"/>
          <w:bCs/>
          <w:i w:val="0"/>
          <w:szCs w:val="24"/>
        </w:rPr>
        <w:t>5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6ABD1CA5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47E64B3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6FEA098E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007D8753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7400C732" w14:textId="77777777" w:rsidR="00A137C9" w:rsidRDefault="00A137C9" w:rsidP="00A137C9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</w:t>
      </w:r>
      <w:r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A2540E" w14:paraId="507B4798" w14:textId="77777777" w:rsidTr="004F10A0">
        <w:tc>
          <w:tcPr>
            <w:tcW w:w="2269" w:type="dxa"/>
          </w:tcPr>
          <w:p w14:paraId="5CE6CBFD" w14:textId="77777777" w:rsidR="00A137C9" w:rsidRPr="00A2540E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1D2C8872" w14:textId="77777777" w:rsidR="00A137C9" w:rsidRPr="00A2540E" w:rsidRDefault="003A2520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A252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Termomodernizacja budynku Wojewódzkiego Zakładu Opieki Psychiatrycznej w Sokołówce</w:t>
            </w:r>
            <w:r w:rsidR="00A137C9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3A2520" w:rsidRPr="00A2540E" w14:paraId="0A063D7F" w14:textId="77777777" w:rsidTr="00D5488D">
        <w:tc>
          <w:tcPr>
            <w:tcW w:w="2269" w:type="dxa"/>
          </w:tcPr>
          <w:p w14:paraId="24766551" w14:textId="77777777" w:rsidR="003A2520" w:rsidRPr="00A2540E" w:rsidRDefault="003A2520" w:rsidP="00D5488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6D1998C2" w14:textId="1FA05AB1" w:rsidR="003A2520" w:rsidRPr="00A2540E" w:rsidRDefault="00DC6A65" w:rsidP="00D5488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ZP2/2025</w:t>
            </w:r>
          </w:p>
        </w:tc>
      </w:tr>
    </w:tbl>
    <w:p w14:paraId="2C71DDB8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2753B89B" w14:textId="27B5676A" w:rsidR="003A486D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1F2713">
        <w:rPr>
          <w:rFonts w:ascii="Arial" w:hAnsi="Arial" w:cs="Arial"/>
          <w:b/>
          <w:sz w:val="24"/>
          <w:szCs w:val="24"/>
        </w:rPr>
        <w:t>Wojewódzki Zakład Opieki Psychiatrycznej Sp. z o.o.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Pr="001215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51DDE734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32CDDD85" w14:textId="77777777" w:rsidTr="00A137C9">
        <w:tc>
          <w:tcPr>
            <w:tcW w:w="617" w:type="dxa"/>
            <w:vAlign w:val="center"/>
          </w:tcPr>
          <w:p w14:paraId="48FB8803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vAlign w:val="center"/>
          </w:tcPr>
          <w:p w14:paraId="749DB7EC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vAlign w:val="center"/>
          </w:tcPr>
          <w:p w14:paraId="61A5DAF5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2260C868" w14:textId="77777777" w:rsidTr="00A137C9">
        <w:tc>
          <w:tcPr>
            <w:tcW w:w="617" w:type="dxa"/>
            <w:vAlign w:val="center"/>
          </w:tcPr>
          <w:p w14:paraId="1EB7FC1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</w:tcPr>
          <w:p w14:paraId="134F418C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62925200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4422FE2A" w14:textId="77777777" w:rsidTr="00A137C9">
        <w:tc>
          <w:tcPr>
            <w:tcW w:w="617" w:type="dxa"/>
            <w:vAlign w:val="center"/>
          </w:tcPr>
          <w:p w14:paraId="75F501A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</w:tcPr>
          <w:p w14:paraId="534DC653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69BE49D2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D7D7B49" w14:textId="2DE11341" w:rsidR="00DC652A" w:rsidRPr="00A137C9" w:rsidRDefault="0024648D" w:rsidP="00A137C9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3A2520" w:rsidRPr="003A2520">
        <w:rPr>
          <w:rFonts w:ascii="Arial" w:hAnsi="Arial" w:cs="Arial"/>
          <w:sz w:val="24"/>
          <w:szCs w:val="24"/>
        </w:rPr>
        <w:t>(t.j. Dz. U. z 2024 poz. 1320</w:t>
      </w:r>
      <w:r w:rsidR="001F2713">
        <w:rPr>
          <w:rFonts w:ascii="Arial" w:hAnsi="Arial" w:cs="Arial"/>
          <w:sz w:val="24"/>
          <w:szCs w:val="24"/>
        </w:rPr>
        <w:t xml:space="preserve"> ze zm.</w:t>
      </w:r>
      <w:r w:rsidR="003A2520" w:rsidRPr="003A252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792584CF" w14:textId="77777777" w:rsidTr="00A137C9">
        <w:tc>
          <w:tcPr>
            <w:tcW w:w="617" w:type="dxa"/>
            <w:vAlign w:val="center"/>
          </w:tcPr>
          <w:p w14:paraId="21EF53D2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</w:tcPr>
          <w:p w14:paraId="756F70E2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vAlign w:val="center"/>
          </w:tcPr>
          <w:p w14:paraId="4F4A86E3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69E7EF42" w14:textId="77777777" w:rsidTr="00A137C9">
        <w:tc>
          <w:tcPr>
            <w:tcW w:w="617" w:type="dxa"/>
            <w:vAlign w:val="center"/>
          </w:tcPr>
          <w:p w14:paraId="2F64EAF1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</w:tcPr>
          <w:p w14:paraId="4D95EF33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0C065497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7807A4FF" w14:textId="77777777" w:rsidTr="00A137C9">
        <w:tc>
          <w:tcPr>
            <w:tcW w:w="617" w:type="dxa"/>
            <w:vAlign w:val="center"/>
          </w:tcPr>
          <w:p w14:paraId="01D29EF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</w:tcPr>
          <w:p w14:paraId="0829BB29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43FDBB4F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851BD5A" w14:textId="77777777" w:rsidR="007A2C38" w:rsidRPr="00053927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52DA0321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7B187814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6A2E6" w14:textId="77777777" w:rsidR="009077C3" w:rsidRDefault="009077C3" w:rsidP="00025386">
      <w:pPr>
        <w:spacing w:after="0" w:line="240" w:lineRule="auto"/>
      </w:pPr>
      <w:r>
        <w:separator/>
      </w:r>
    </w:p>
  </w:endnote>
  <w:endnote w:type="continuationSeparator" w:id="0">
    <w:p w14:paraId="28010CE2" w14:textId="77777777" w:rsidR="009077C3" w:rsidRDefault="009077C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800CF" w14:textId="77777777" w:rsidR="003A2520" w:rsidRDefault="003A25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CF8C3" w14:textId="2A7ED9AF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14:paraId="3670176C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AF300" w14:textId="77777777" w:rsidR="003A2520" w:rsidRDefault="003A25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06DC1" w14:textId="77777777" w:rsidR="009077C3" w:rsidRDefault="009077C3" w:rsidP="00025386">
      <w:pPr>
        <w:spacing w:after="0" w:line="240" w:lineRule="auto"/>
      </w:pPr>
      <w:r>
        <w:separator/>
      </w:r>
    </w:p>
  </w:footnote>
  <w:footnote w:type="continuationSeparator" w:id="0">
    <w:p w14:paraId="4BD694BA" w14:textId="77777777" w:rsidR="009077C3" w:rsidRDefault="009077C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AAC8A" w14:textId="77777777" w:rsidR="003A2520" w:rsidRDefault="003A25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E88F6" w14:textId="7EC261BA" w:rsidR="003A2520" w:rsidRDefault="001F2713">
    <w:pPr>
      <w:pStyle w:val="Nagwek"/>
    </w:pPr>
    <w:r w:rsidRPr="00BD02B6">
      <w:rPr>
        <w:noProof/>
      </w:rPr>
      <w:drawing>
        <wp:inline distT="0" distB="0" distL="0" distR="0" wp14:anchorId="1D26A2AD" wp14:editId="6F28794D">
          <wp:extent cx="5954395" cy="6292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439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A3797" w14:textId="77777777" w:rsidR="003A2520" w:rsidRDefault="003A2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549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76C"/>
    <w:rsid w:val="00025386"/>
    <w:rsid w:val="000423B9"/>
    <w:rsid w:val="00053927"/>
    <w:rsid w:val="00084786"/>
    <w:rsid w:val="0016158F"/>
    <w:rsid w:val="001C2314"/>
    <w:rsid w:val="001F2713"/>
    <w:rsid w:val="00213980"/>
    <w:rsid w:val="0024648D"/>
    <w:rsid w:val="003057CF"/>
    <w:rsid w:val="003A2520"/>
    <w:rsid w:val="003A486D"/>
    <w:rsid w:val="004374F2"/>
    <w:rsid w:val="00460705"/>
    <w:rsid w:val="00485239"/>
    <w:rsid w:val="004A0686"/>
    <w:rsid w:val="004E27D7"/>
    <w:rsid w:val="004F10A0"/>
    <w:rsid w:val="0055145C"/>
    <w:rsid w:val="005624D8"/>
    <w:rsid w:val="00620476"/>
    <w:rsid w:val="00657A47"/>
    <w:rsid w:val="00745A44"/>
    <w:rsid w:val="00751F41"/>
    <w:rsid w:val="007666D6"/>
    <w:rsid w:val="007A2C38"/>
    <w:rsid w:val="00824D73"/>
    <w:rsid w:val="00830970"/>
    <w:rsid w:val="0087706D"/>
    <w:rsid w:val="008833CF"/>
    <w:rsid w:val="008B797E"/>
    <w:rsid w:val="008D442B"/>
    <w:rsid w:val="008F2498"/>
    <w:rsid w:val="009077C3"/>
    <w:rsid w:val="0093388F"/>
    <w:rsid w:val="0096176C"/>
    <w:rsid w:val="00A137C9"/>
    <w:rsid w:val="00A56A6F"/>
    <w:rsid w:val="00A87380"/>
    <w:rsid w:val="00AF4E90"/>
    <w:rsid w:val="00AF7375"/>
    <w:rsid w:val="00B641BE"/>
    <w:rsid w:val="00B77707"/>
    <w:rsid w:val="00BE3BCE"/>
    <w:rsid w:val="00C86416"/>
    <w:rsid w:val="00CB29AC"/>
    <w:rsid w:val="00D03170"/>
    <w:rsid w:val="00D55FC4"/>
    <w:rsid w:val="00D9320D"/>
    <w:rsid w:val="00DC4842"/>
    <w:rsid w:val="00DC587A"/>
    <w:rsid w:val="00DC652A"/>
    <w:rsid w:val="00DC6A65"/>
    <w:rsid w:val="00DE3B21"/>
    <w:rsid w:val="00DE73DD"/>
    <w:rsid w:val="00E27ABB"/>
    <w:rsid w:val="00E67109"/>
    <w:rsid w:val="00E86D3B"/>
    <w:rsid w:val="00EC10E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DD2E2"/>
  <w15:chartTrackingRefBased/>
  <w15:docId w15:val="{3A8153FE-DA11-4FAF-9EB3-2902ABE6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or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Boroń</dc:creator>
  <cp:keywords/>
  <dc:description/>
  <cp:lastModifiedBy>Magdalena Boroń</cp:lastModifiedBy>
  <cp:revision>3</cp:revision>
  <dcterms:created xsi:type="dcterms:W3CDTF">2025-12-10T12:34:00Z</dcterms:created>
  <dcterms:modified xsi:type="dcterms:W3CDTF">2025-12-15T13:49:00Z</dcterms:modified>
</cp:coreProperties>
</file>